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8359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707AC479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0D0395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3F338682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p w14:paraId="36BBF7E7" w14:textId="77777777" w:rsidR="00844784" w:rsidRPr="00003CD2" w:rsidRDefault="0084478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 w:cs="Arial"/>
          <w:sz w:val="20"/>
          <w:lang w:val="en-GB"/>
        </w:rPr>
        <w:fldChar w:fldCharType="begin"/>
      </w:r>
      <w:r w:rsidRPr="00003CD2">
        <w:rPr>
          <w:rFonts w:ascii="Arial" w:hAnsi="Arial" w:cs="Arial"/>
          <w:sz w:val="20"/>
          <w:lang w:val="en-GB"/>
        </w:rPr>
        <w:instrText xml:space="preserve"> MACROBUTTON NOMACRO [Na</w:instrText>
      </w:r>
      <w:r w:rsidR="00843561" w:rsidRPr="00003CD2">
        <w:rPr>
          <w:rFonts w:ascii="Arial" w:hAnsi="Arial" w:cs="Arial"/>
          <w:sz w:val="20"/>
          <w:lang w:val="en-GB"/>
        </w:rPr>
        <w:instrText>me</w:instrText>
      </w:r>
      <w:r w:rsidRPr="00003CD2">
        <w:rPr>
          <w:rFonts w:ascii="Arial" w:hAnsi="Arial" w:cs="Arial"/>
          <w:sz w:val="20"/>
          <w:lang w:val="en-GB"/>
        </w:rPr>
        <w:instrText>/ad</w:instrText>
      </w:r>
      <w:r w:rsidR="00843561" w:rsidRPr="00003CD2">
        <w:rPr>
          <w:rFonts w:ascii="Arial" w:hAnsi="Arial" w:cs="Arial"/>
          <w:sz w:val="20"/>
          <w:lang w:val="en-GB"/>
        </w:rPr>
        <w:instrText>d</w:instrText>
      </w:r>
      <w:r w:rsidRPr="00003CD2">
        <w:rPr>
          <w:rFonts w:ascii="Arial" w:hAnsi="Arial" w:cs="Arial"/>
          <w:sz w:val="20"/>
          <w:lang w:val="en-GB"/>
        </w:rPr>
        <w:instrText xml:space="preserve">ress, </w:instrText>
      </w:r>
      <w:r w:rsidR="00843561" w:rsidRPr="00003CD2">
        <w:rPr>
          <w:rFonts w:ascii="Arial" w:hAnsi="Arial" w:cs="Arial"/>
          <w:sz w:val="20"/>
          <w:lang w:val="en-GB"/>
        </w:rPr>
        <w:instrText>then</w:instrText>
      </w:r>
      <w:r w:rsidRPr="00003CD2">
        <w:rPr>
          <w:rFonts w:ascii="Arial" w:hAnsi="Arial" w:cs="Arial"/>
          <w:sz w:val="20"/>
          <w:lang w:val="en-GB"/>
        </w:rPr>
        <w:instrText xml:space="preserve"> F11]</w:instrText>
      </w:r>
      <w:r w:rsidRPr="00003CD2">
        <w:rPr>
          <w:rFonts w:ascii="Arial" w:hAnsi="Arial" w:cs="Arial"/>
          <w:sz w:val="20"/>
          <w:lang w:val="en-GB"/>
        </w:rPr>
        <w:fldChar w:fldCharType="end"/>
      </w:r>
      <w:bookmarkEnd w:id="0"/>
      <w:bookmarkEnd w:id="1"/>
    </w:p>
    <w:p w14:paraId="6422281E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D69E084" w14:textId="77777777" w:rsidR="00844784" w:rsidRPr="00DD4865" w:rsidRDefault="00844784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sz w:val="20"/>
          <w:lang w:val="nb-NO"/>
        </w:rPr>
      </w:pPr>
      <w:r w:rsidRPr="00DD4865">
        <w:rPr>
          <w:rFonts w:ascii="Arial" w:hAnsi="Arial"/>
          <w:sz w:val="20"/>
          <w:lang w:val="nb-NO"/>
        </w:rPr>
        <w:t xml:space="preserve">Oslo, </w:t>
      </w:r>
      <w:r w:rsidR="00CD5B5B" w:rsidRPr="00003CD2">
        <w:rPr>
          <w:rFonts w:ascii="Arial" w:hAnsi="Arial"/>
          <w:sz w:val="20"/>
          <w:lang w:val="en-GB"/>
        </w:rPr>
        <w:fldChar w:fldCharType="begin"/>
      </w:r>
      <w:r w:rsidR="00CD5B5B" w:rsidRPr="00003CD2">
        <w:rPr>
          <w:rFonts w:ascii="Arial" w:hAnsi="Arial"/>
          <w:sz w:val="20"/>
          <w:lang w:val="en-GB"/>
        </w:rPr>
        <w:instrText xml:space="preserve"> CREATEDATE \@ "d MMMM yyyy"</w:instrText>
      </w:r>
      <w:r w:rsidR="00CD5B5B" w:rsidRPr="00003CD2">
        <w:rPr>
          <w:rFonts w:ascii="Arial" w:hAnsi="Arial"/>
          <w:sz w:val="20"/>
          <w:lang w:val="en-GB"/>
        </w:rPr>
        <w:fldChar w:fldCharType="separate"/>
      </w:r>
      <w:r w:rsidR="00CD031E">
        <w:rPr>
          <w:rFonts w:ascii="Arial" w:hAnsi="Arial"/>
          <w:noProof/>
          <w:sz w:val="20"/>
          <w:lang w:val="en-GB"/>
        </w:rPr>
        <w:t>25 September 2024</w:t>
      </w:r>
      <w:r w:rsidR="00CD5B5B" w:rsidRPr="00003CD2">
        <w:rPr>
          <w:rFonts w:ascii="Arial" w:hAnsi="Arial"/>
          <w:sz w:val="20"/>
          <w:lang w:val="en-GB"/>
        </w:rPr>
        <w:fldChar w:fldCharType="end"/>
      </w:r>
    </w:p>
    <w:p w14:paraId="31D6E4B9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C114C99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5EB456AF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476E4DE4" w14:textId="77777777" w:rsidR="00844784" w:rsidRPr="00DD4865" w:rsidRDefault="0084478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6DAF0741" w14:textId="77777777" w:rsidR="00AF2AA3" w:rsidRPr="00DD4865" w:rsidRDefault="00AF2AA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6EB64A3D" w14:textId="77777777" w:rsidR="00AF2AA3" w:rsidRPr="00DD4865" w:rsidRDefault="00AF2AA3">
      <w:pPr>
        <w:spacing w:line="252" w:lineRule="exact"/>
        <w:ind w:right="282"/>
        <w:rPr>
          <w:rFonts w:ascii="Arial" w:hAnsi="Arial"/>
          <w:sz w:val="20"/>
          <w:lang w:val="nb-NO"/>
        </w:rPr>
      </w:pPr>
      <w:r w:rsidRPr="00DD4865">
        <w:rPr>
          <w:rFonts w:ascii="Arial" w:hAnsi="Arial"/>
          <w:sz w:val="20"/>
          <w:lang w:val="nb-NO"/>
        </w:rPr>
        <w:t>Dear Sirs,</w:t>
      </w:r>
    </w:p>
    <w:p w14:paraId="624AE94A" w14:textId="77777777" w:rsidR="00844784" w:rsidRPr="00DD4865" w:rsidRDefault="00844784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6EE4A1B5" w14:textId="77777777" w:rsidR="00844784" w:rsidRPr="00003CD2" w:rsidRDefault="00844784" w:rsidP="00843561">
      <w:pPr>
        <w:spacing w:line="280" w:lineRule="exact"/>
        <w:ind w:right="284"/>
        <w:jc w:val="both"/>
        <w:rPr>
          <w:rFonts w:ascii="Arial" w:hAnsi="Arial"/>
          <w:b/>
          <w:bCs/>
          <w:lang w:val="en-GB"/>
        </w:rPr>
      </w:pPr>
      <w:r w:rsidRPr="00003CD2">
        <w:rPr>
          <w:rFonts w:ascii="Arial" w:hAnsi="Arial"/>
          <w:b/>
          <w:bCs/>
          <w:lang w:val="en-GB"/>
        </w:rPr>
        <w:fldChar w:fldCharType="begin"/>
      </w:r>
      <w:r w:rsidRPr="00003CD2">
        <w:rPr>
          <w:rFonts w:ascii="Arial" w:hAnsi="Arial"/>
          <w:b/>
          <w:bCs/>
          <w:lang w:val="en-GB"/>
        </w:rPr>
        <w:instrText xml:space="preserve"> MACROBUTTON NOMACRO [</w:instrText>
      </w:r>
      <w:r w:rsidR="00843561" w:rsidRPr="00003CD2">
        <w:rPr>
          <w:rFonts w:ascii="Arial" w:hAnsi="Arial"/>
          <w:b/>
          <w:bCs/>
          <w:lang w:val="en-GB"/>
        </w:rPr>
        <w:instrText>Heading</w:instrText>
      </w:r>
      <w:r w:rsidRPr="00003CD2">
        <w:rPr>
          <w:rFonts w:ascii="Arial" w:hAnsi="Arial"/>
          <w:b/>
          <w:bCs/>
          <w:lang w:val="en-GB"/>
        </w:rPr>
        <w:instrText>]</w:instrText>
      </w:r>
      <w:r w:rsidRPr="00003CD2">
        <w:rPr>
          <w:rFonts w:ascii="Arial" w:hAnsi="Arial"/>
          <w:b/>
          <w:bCs/>
          <w:lang w:val="en-GB"/>
        </w:rPr>
        <w:fldChar w:fldCharType="end"/>
      </w:r>
    </w:p>
    <w:p w14:paraId="541C9730" w14:textId="77777777" w:rsidR="00844784" w:rsidRPr="00003CD2" w:rsidRDefault="00844784">
      <w:pPr>
        <w:spacing w:line="280" w:lineRule="exact"/>
        <w:ind w:right="284"/>
        <w:jc w:val="both"/>
        <w:rPr>
          <w:rFonts w:ascii="Arial" w:hAnsi="Arial"/>
          <w:b/>
          <w:caps/>
          <w:lang w:val="en-GB"/>
        </w:rPr>
      </w:pPr>
      <w:r w:rsidRPr="00003CD2">
        <w:rPr>
          <w:rFonts w:ascii="Arial" w:hAnsi="Arial"/>
          <w:b/>
          <w:lang w:val="en-GB"/>
        </w:rPr>
        <w:t xml:space="preserve"> </w:t>
      </w:r>
    </w:p>
    <w:p w14:paraId="67E0DEC8" w14:textId="77777777" w:rsidR="00844784" w:rsidRPr="00003CD2" w:rsidRDefault="0084478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szCs w:val="24"/>
          <w:lang w:val="en-GB"/>
        </w:rPr>
        <w:fldChar w:fldCharType="begin"/>
      </w:r>
      <w:r w:rsidRPr="00003CD2">
        <w:rPr>
          <w:rFonts w:ascii="Arial" w:hAnsi="Arial"/>
          <w:sz w:val="20"/>
          <w:szCs w:val="24"/>
          <w:lang w:val="en-GB"/>
        </w:rPr>
        <w:instrText xml:space="preserve"> MACROBUTTON NOMACRO [Te</w:instrText>
      </w:r>
      <w:r w:rsidR="00843561" w:rsidRPr="00003CD2">
        <w:rPr>
          <w:rFonts w:ascii="Arial" w:hAnsi="Arial"/>
          <w:sz w:val="20"/>
          <w:szCs w:val="24"/>
          <w:lang w:val="en-GB"/>
        </w:rPr>
        <w:instrText>x</w:instrText>
      </w:r>
      <w:r w:rsidRPr="00003CD2">
        <w:rPr>
          <w:rFonts w:ascii="Arial" w:hAnsi="Arial"/>
          <w:sz w:val="20"/>
          <w:szCs w:val="24"/>
          <w:lang w:val="en-GB"/>
        </w:rPr>
        <w:instrText>t]</w:instrText>
      </w:r>
      <w:r w:rsidRPr="00003CD2">
        <w:rPr>
          <w:rFonts w:ascii="Arial" w:hAnsi="Arial"/>
          <w:sz w:val="20"/>
          <w:szCs w:val="24"/>
          <w:lang w:val="en-GB"/>
        </w:rPr>
        <w:fldChar w:fldCharType="end"/>
      </w:r>
    </w:p>
    <w:p w14:paraId="38CF9066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DE3688F" w14:textId="77777777" w:rsidR="00843561" w:rsidRPr="00003CD2" w:rsidRDefault="00843561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82EDEB5" w14:textId="77777777" w:rsidR="00844784" w:rsidRPr="00003CD2" w:rsidRDefault="0084478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>Yours</w:t>
      </w:r>
      <w:r w:rsidR="00713862">
        <w:rPr>
          <w:rFonts w:ascii="Arial" w:hAnsi="Arial"/>
          <w:noProof/>
          <w:sz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74B9ABF9" wp14:editId="12077582">
                <wp:simplePos x="0" y="0"/>
                <wp:positionH relativeFrom="column">
                  <wp:posOffset>-900430</wp:posOffset>
                </wp:positionH>
                <wp:positionV relativeFrom="page">
                  <wp:posOffset>4206240</wp:posOffset>
                </wp:positionV>
                <wp:extent cx="548640" cy="36576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76F36" w14:textId="77777777" w:rsidR="00880AFB" w:rsidRDefault="00880AFB">
                            <w:pPr>
                              <w:ind w:lef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9ABF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70.9pt;margin-top:331.2pt;width:43.2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" o:allowincell="f" stroked="f">
                <v:textbox>
                  <w:txbxContent>
                    <w:p w14:paraId="7CF76F36" w14:textId="77777777" w:rsidR="00880AFB" w:rsidRDefault="00880AFB">
                      <w:pPr>
                        <w:ind w:left="-142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003CD2">
        <w:rPr>
          <w:rFonts w:ascii="Arial" w:hAnsi="Arial"/>
          <w:sz w:val="20"/>
          <w:lang w:val="en-GB"/>
        </w:rPr>
        <w:t xml:space="preserve"> faithfully,</w:t>
      </w:r>
    </w:p>
    <w:p w14:paraId="6922BEC3" w14:textId="77777777" w:rsidR="00844784" w:rsidRPr="00003CD2" w:rsidRDefault="0084478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 xml:space="preserve">for HÖEGH </w:t>
      </w:r>
      <w:r w:rsidR="001F0B65">
        <w:rPr>
          <w:rFonts w:ascii="Arial" w:hAnsi="Arial"/>
          <w:sz w:val="20"/>
          <w:lang w:val="en-GB"/>
        </w:rPr>
        <w:t xml:space="preserve">AUTOLINERS </w:t>
      </w:r>
      <w:r w:rsidRPr="00003CD2">
        <w:rPr>
          <w:rFonts w:ascii="Arial" w:hAnsi="Arial"/>
          <w:sz w:val="20"/>
          <w:lang w:val="en-GB"/>
        </w:rPr>
        <w:t>AS</w:t>
      </w:r>
      <w:r w:rsidR="0086676C">
        <w:rPr>
          <w:rFonts w:ascii="Arial" w:hAnsi="Arial"/>
          <w:sz w:val="20"/>
          <w:lang w:val="en-GB"/>
        </w:rPr>
        <w:t>A</w:t>
      </w:r>
    </w:p>
    <w:p w14:paraId="74FD2617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EAB25BC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76D36DFE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82F9B2B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MACROBUTTON NOMACRO [Name]</w:instrTex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456077B2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0DCAE8C" w14:textId="77777777" w:rsidR="00844784" w:rsidRPr="00003CD2" w:rsidRDefault="00844784">
      <w:pPr>
        <w:spacing w:line="252" w:lineRule="exact"/>
        <w:ind w:right="-142"/>
        <w:jc w:val="both"/>
        <w:rPr>
          <w:rFonts w:ascii="Arial" w:hAnsi="Arial"/>
          <w:sz w:val="20"/>
          <w:lang w:val="en-GB"/>
        </w:rPr>
      </w:pPr>
    </w:p>
    <w:p w14:paraId="4D210441" w14:textId="77777777" w:rsidR="00844784" w:rsidRPr="00003CD2" w:rsidRDefault="0084478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6AD11D3" w14:textId="77777777" w:rsidR="0084795C" w:rsidRDefault="0084795C" w:rsidP="006B4666">
      <w:pPr>
        <w:rPr>
          <w:rFonts w:ascii="Arial" w:hAnsi="Arial"/>
          <w:sz w:val="20"/>
          <w:lang w:val="en-GB"/>
        </w:rPr>
      </w:pPr>
    </w:p>
    <w:p w14:paraId="389187D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1457A9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173B61A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F1DD6C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6C4F67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D2F33C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6E2344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EFB8F16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3AD00EF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F097E4F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A3F59F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6C2F1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056E8E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130FF0B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FB513C6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0C485CC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5E4DA81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4376BE6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3D33511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45E5" w14:textId="77777777" w:rsidR="009A2112" w:rsidRDefault="009A2112">
      <w:r>
        <w:separator/>
      </w:r>
    </w:p>
  </w:endnote>
  <w:endnote w:type="continuationSeparator" w:id="0">
    <w:p w14:paraId="0E951306" w14:textId="77777777" w:rsidR="009A2112" w:rsidRDefault="009A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FDED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026895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8D2838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1B4CC95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44618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D08B0" w14:paraId="567D2944" w14:textId="77777777" w:rsidTr="00DD08B0">
      <w:tc>
        <w:tcPr>
          <w:tcW w:w="9344" w:type="dxa"/>
        </w:tcPr>
        <w:p w14:paraId="29853970" w14:textId="77777777" w:rsidR="00DD08B0" w:rsidRPr="00D62137" w:rsidRDefault="00DD08B0" w:rsidP="00DD08B0">
          <w:pPr>
            <w:pStyle w:val="Footer"/>
            <w:spacing w:line="230" w:lineRule="exact"/>
            <w:ind w:right="-569" w:hanging="1134"/>
            <w:jc w:val="center"/>
            <w:rPr>
              <w:rFonts w:ascii="Arial" w:hAnsi="Arial"/>
              <w:b/>
              <w:color w:val="000000" w:themeColor="text1"/>
              <w:sz w:val="15"/>
              <w:lang w:val="en-GB"/>
            </w:rPr>
          </w:pP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Höegh </w:t>
          </w:r>
          <w:r w:rsidRPr="00D62137">
            <w:rPr>
              <w:rFonts w:ascii="Arial" w:hAnsi="Arial"/>
              <w:b/>
              <w:color w:val="000000" w:themeColor="text1"/>
              <w:sz w:val="15"/>
            </w:rPr>
            <w:t>Autoliners</w:t>
          </w: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AS</w:t>
          </w:r>
          <w:r w:rsidR="00D15E6E">
            <w:rPr>
              <w:rFonts w:ascii="Arial" w:hAnsi="Arial"/>
              <w:b/>
              <w:color w:val="000000" w:themeColor="text1"/>
              <w:sz w:val="15"/>
              <w:lang w:val="en-GB"/>
            </w:rPr>
            <w:t>A</w:t>
          </w:r>
          <w:r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 xml:space="preserve">Org. NO: </w:t>
          </w:r>
          <w:r w:rsidR="00D15E6E">
            <w:rPr>
              <w:rFonts w:ascii="Arial" w:hAnsi="Arial"/>
              <w:color w:val="000000" w:themeColor="text1"/>
              <w:sz w:val="15"/>
              <w:lang w:val="en-GB"/>
            </w:rPr>
            <w:t>985 459 614</w:t>
          </w:r>
        </w:p>
        <w:p w14:paraId="76F956A0" w14:textId="77777777" w:rsidR="00DD08B0" w:rsidRPr="00DD08B0" w:rsidRDefault="00DD08B0" w:rsidP="00DD08B0">
          <w:pPr>
            <w:pStyle w:val="Footer"/>
            <w:spacing w:line="230" w:lineRule="exact"/>
            <w:ind w:right="-569"/>
            <w:jc w:val="center"/>
            <w:rPr>
              <w:rFonts w:ascii="Arial" w:hAnsi="Arial"/>
              <w:color w:val="595959" w:themeColor="text1" w:themeTint="A6"/>
              <w:sz w:val="15"/>
            </w:rPr>
          </w:pP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Visit address: Drammensveien 134, 0277 Oslo | Postal address: P.O. Box 4 Skøyen, 0212 Oslo, Norway</w:t>
          </w:r>
          <w:r>
            <w:rPr>
              <w:rFonts w:ascii="Arial" w:hAnsi="Arial"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Tel: +47 21 03 90 00</w:t>
          </w:r>
        </w:p>
      </w:tc>
    </w:tr>
  </w:tbl>
  <w:p w14:paraId="1AA4FA56" w14:textId="77777777" w:rsidR="00963553" w:rsidRPr="00D15E6E" w:rsidRDefault="00963553" w:rsidP="00DD08B0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0EAE3" w14:textId="77777777" w:rsidR="009A2112" w:rsidRDefault="009A2112">
      <w:r>
        <w:separator/>
      </w:r>
    </w:p>
  </w:footnote>
  <w:footnote w:type="continuationSeparator" w:id="0">
    <w:p w14:paraId="4331BDCC" w14:textId="77777777" w:rsidR="009A2112" w:rsidRDefault="009A2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3A2F" w14:textId="77777777" w:rsidR="00880AFB" w:rsidRDefault="00FB6932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05089E84" wp14:editId="36B5F151">
          <wp:extent cx="1547675" cy="784923"/>
          <wp:effectExtent l="0" t="0" r="0" b="0"/>
          <wp:docPr id="5298963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757" cy="797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1E"/>
    <w:rsid w:val="00003CD2"/>
    <w:rsid w:val="00007139"/>
    <w:rsid w:val="0003771C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417BD9"/>
    <w:rsid w:val="00464D15"/>
    <w:rsid w:val="0049189C"/>
    <w:rsid w:val="004E208D"/>
    <w:rsid w:val="00521C9B"/>
    <w:rsid w:val="005C0717"/>
    <w:rsid w:val="00604AE4"/>
    <w:rsid w:val="006B4666"/>
    <w:rsid w:val="00713862"/>
    <w:rsid w:val="007D490C"/>
    <w:rsid w:val="007D4C00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9A2112"/>
    <w:rsid w:val="00A35C58"/>
    <w:rsid w:val="00A360E0"/>
    <w:rsid w:val="00AC6A02"/>
    <w:rsid w:val="00AF2AA3"/>
    <w:rsid w:val="00B638C8"/>
    <w:rsid w:val="00BE0B0E"/>
    <w:rsid w:val="00BE1D60"/>
    <w:rsid w:val="00C919F9"/>
    <w:rsid w:val="00CD031E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044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2024-09-25T00:56:00Z</dcterms:created>
  <dcterms:modified xsi:type="dcterms:W3CDTF">2024-09-25T00:56:00Z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